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DE0D8A5" w:rsidR="000D24FD" w:rsidRPr="005571EE" w:rsidRDefault="000D24FD" w:rsidP="005571EE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571EE" w:rsidRPr="005571EE">
        <w:rPr>
          <w:rFonts w:cstheme="minorHAnsi"/>
          <w:b/>
          <w:lang w:eastAsia="pl-PL"/>
        </w:rPr>
        <w:t>POST/DYS/OLD/GZ/04243/2025</w:t>
      </w:r>
      <w:r w:rsidR="005571EE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5571EE" w:rsidRPr="005571EE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miasta i gminy Sochaczew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3D5816D9" w14:textId="77777777" w:rsidR="005571EE" w:rsidRPr="005571EE" w:rsidRDefault="005571EE" w:rsidP="005571EE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77714AC0" w:rsidR="00347E8D" w:rsidRPr="006B2C28" w:rsidRDefault="005571EE" w:rsidP="005571E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571E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571EE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41225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5B3D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POST/DYS/OLD/GZ/04243/2025                        </dmsv2SWPP2ObjectNumber>
    <dmsv2SWPP2SumMD5 xmlns="http://schemas.microsoft.com/sharepoint/v3">dd866463f8d25333a6fb36d1c80d3f1a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DPFVW34YURAE-834641568-1907</_dlc_DocId>
    <_dlc_DocIdUrl xmlns="a19cb1c7-c5c7-46d4-85ae-d83685407bba">
      <Url>https://swpp2.dms.gkpge.pl/sites/40/_layouts/15/DocIdRedir.aspx?ID=DPFVW34YURAE-834641568-1907</Url>
      <Description>DPFVW34YURAE-834641568-1907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4F27585-7A60-448C-9DAD-6B4B49854BC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12</cp:revision>
  <cp:lastPrinted>2024-07-15T11:21:00Z</cp:lastPrinted>
  <dcterms:created xsi:type="dcterms:W3CDTF">2025-10-02T08:28:00Z</dcterms:created>
  <dcterms:modified xsi:type="dcterms:W3CDTF">2025-11-25T08:13:00Z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915058ad-d7de-4a2b-884d-784ab214db6c</vt:lpwstr>
  </property>
</Properties>
</file>